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1E596A" w14:textId="77777777" w:rsidR="005428AF" w:rsidRPr="005428AF" w:rsidRDefault="005428AF" w:rsidP="004B4032">
      <w:pPr>
        <w:ind w:right="49"/>
        <w:rPr>
          <w:rFonts w:ascii="Arial" w:hAnsi="Arial" w:cs="Arial"/>
          <w:b/>
          <w:sz w:val="22"/>
          <w:szCs w:val="22"/>
        </w:rPr>
      </w:pPr>
      <w:r w:rsidRPr="005428AF">
        <w:rPr>
          <w:rFonts w:ascii="Arial" w:hAnsi="Arial" w:cs="Arial"/>
          <w:b/>
          <w:sz w:val="22"/>
          <w:szCs w:val="22"/>
        </w:rPr>
        <w:t xml:space="preserve">EDITAL DE PREGÃO ELETRÔNICO Nº </w:t>
      </w:r>
      <w:r w:rsidRPr="005428AF">
        <w:rPr>
          <w:rFonts w:ascii="Arial" w:hAnsi="Arial" w:cs="Arial"/>
          <w:b/>
          <w:bCs/>
          <w:sz w:val="22"/>
          <w:szCs w:val="22"/>
        </w:rPr>
        <w:t>231/2023</w:t>
      </w:r>
    </w:p>
    <w:p w14:paraId="13591E2A" w14:textId="77777777" w:rsidR="005428AF" w:rsidRPr="005428AF" w:rsidRDefault="005428AF" w:rsidP="004B4032">
      <w:pPr>
        <w:ind w:right="49"/>
        <w:rPr>
          <w:rFonts w:ascii="Arial" w:hAnsi="Arial" w:cs="Arial"/>
          <w:b/>
          <w:bCs/>
          <w:sz w:val="22"/>
          <w:szCs w:val="22"/>
        </w:rPr>
      </w:pPr>
      <w:r w:rsidRPr="005428AF">
        <w:rPr>
          <w:rFonts w:ascii="Arial" w:hAnsi="Arial" w:cs="Arial"/>
          <w:b/>
          <w:sz w:val="22"/>
          <w:szCs w:val="22"/>
        </w:rPr>
        <w:t>PROCESSO ADMINISTRATIVO N</w:t>
      </w:r>
      <w:r w:rsidRPr="005428AF">
        <w:rPr>
          <w:rFonts w:ascii="Arial" w:hAnsi="Arial" w:cs="Arial"/>
          <w:b/>
          <w:bCs/>
          <w:sz w:val="22"/>
          <w:szCs w:val="22"/>
        </w:rPr>
        <w:t xml:space="preserve">º </w:t>
      </w:r>
      <w:r w:rsidRPr="005428AF">
        <w:rPr>
          <w:rFonts w:ascii="Arial" w:hAnsi="Arial" w:cs="Arial"/>
          <w:b/>
          <w:sz w:val="22"/>
          <w:szCs w:val="22"/>
        </w:rPr>
        <w:t>18.655/2023</w:t>
      </w:r>
    </w:p>
    <w:p w14:paraId="5CE6DEE3" w14:textId="77777777" w:rsidR="005428AF" w:rsidRPr="005428AF" w:rsidRDefault="005428AF" w:rsidP="004B4032">
      <w:pPr>
        <w:ind w:right="49"/>
        <w:rPr>
          <w:rFonts w:ascii="Arial" w:hAnsi="Arial" w:cs="Arial"/>
          <w:b/>
          <w:sz w:val="22"/>
          <w:szCs w:val="22"/>
        </w:rPr>
      </w:pPr>
      <w:r w:rsidRPr="005428AF">
        <w:rPr>
          <w:rFonts w:ascii="Arial" w:hAnsi="Arial" w:cs="Arial"/>
          <w:b/>
          <w:sz w:val="22"/>
          <w:szCs w:val="22"/>
        </w:rPr>
        <w:t>MODALIDADE: PREGÃO ELETRÔNICO</w:t>
      </w:r>
    </w:p>
    <w:p w14:paraId="20019C0F" w14:textId="692B6BCE" w:rsidR="005428AF" w:rsidRPr="005428AF" w:rsidRDefault="005428AF" w:rsidP="004B4032">
      <w:pPr>
        <w:ind w:right="49"/>
        <w:rPr>
          <w:rFonts w:ascii="Arial" w:hAnsi="Arial" w:cs="Arial"/>
          <w:b/>
          <w:bCs/>
          <w:sz w:val="22"/>
          <w:szCs w:val="22"/>
        </w:rPr>
      </w:pPr>
      <w:r w:rsidRPr="005428AF">
        <w:rPr>
          <w:rFonts w:ascii="Arial" w:hAnsi="Arial" w:cs="Arial"/>
          <w:b/>
          <w:sz w:val="22"/>
          <w:szCs w:val="22"/>
        </w:rPr>
        <w:t>TIPO</w:t>
      </w:r>
      <w:r w:rsidRPr="005428AF">
        <w:rPr>
          <w:rFonts w:ascii="Arial" w:hAnsi="Arial" w:cs="Arial"/>
          <w:b/>
          <w:bCs/>
          <w:sz w:val="22"/>
          <w:szCs w:val="22"/>
        </w:rPr>
        <w:t xml:space="preserve">: MENOR PREÇO </w:t>
      </w:r>
      <w:r w:rsidR="0075294B">
        <w:rPr>
          <w:rFonts w:ascii="Arial" w:hAnsi="Arial" w:cs="Arial"/>
          <w:b/>
          <w:bCs/>
          <w:sz w:val="22"/>
          <w:szCs w:val="22"/>
        </w:rPr>
        <w:t>GLOBAL</w:t>
      </w:r>
    </w:p>
    <w:p w14:paraId="5F162374" w14:textId="77777777" w:rsidR="005428AF" w:rsidRPr="005428AF" w:rsidRDefault="005428AF" w:rsidP="004B4032">
      <w:pPr>
        <w:widowControl w:val="0"/>
        <w:suppressAutoHyphens w:val="0"/>
        <w:autoSpaceDE w:val="0"/>
        <w:autoSpaceDN w:val="0"/>
        <w:ind w:right="49"/>
        <w:jc w:val="both"/>
        <w:rPr>
          <w:rFonts w:ascii="Arial" w:hAnsi="Arial" w:cs="Arial"/>
          <w:b/>
          <w:sz w:val="22"/>
          <w:szCs w:val="22"/>
        </w:rPr>
      </w:pPr>
      <w:r w:rsidRPr="005428AF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50176749"/>
      <w:r w:rsidRPr="005428AF">
        <w:rPr>
          <w:rFonts w:ascii="Arial" w:hAnsi="Arial" w:cs="Arial"/>
          <w:b/>
          <w:bCs/>
          <w:sz w:val="22"/>
          <w:szCs w:val="22"/>
        </w:rPr>
        <w:t>REGISTRO DE PREÇOS</w:t>
      </w:r>
      <w:r w:rsidRPr="005428AF">
        <w:rPr>
          <w:rFonts w:ascii="Arial" w:hAnsi="Arial" w:cs="Arial"/>
          <w:sz w:val="22"/>
          <w:szCs w:val="22"/>
        </w:rPr>
        <w:t xml:space="preserve"> para futura e eventual contratação de empresa prestadora de </w:t>
      </w:r>
      <w:r w:rsidRPr="005428AF">
        <w:rPr>
          <w:rFonts w:ascii="Arial" w:hAnsi="Arial" w:cs="Arial"/>
          <w:b/>
          <w:bCs/>
          <w:sz w:val="22"/>
          <w:szCs w:val="22"/>
        </w:rPr>
        <w:t xml:space="preserve">SERVIÇO DE VEICULAÇÃO DE VÍDEOS INSTITUCIONAIS DA PREFEITURA MUNICIPAL DE NOVA FRIBURGO, EM CANAL DE TV ABERTA, </w:t>
      </w:r>
      <w:r w:rsidRPr="005428AF">
        <w:rPr>
          <w:rFonts w:ascii="Arial" w:hAnsi="Arial" w:cs="Arial"/>
          <w:sz w:val="22"/>
          <w:szCs w:val="22"/>
        </w:rPr>
        <w:t>com alcance em toda Região Serrana do Estado do Rio de Janeiro</w:t>
      </w:r>
      <w:bookmarkEnd w:id="0"/>
      <w:r w:rsidRPr="005428AF">
        <w:rPr>
          <w:rFonts w:ascii="Arial" w:hAnsi="Arial" w:cs="Arial"/>
          <w:sz w:val="22"/>
          <w:szCs w:val="22"/>
        </w:rPr>
        <w:t xml:space="preserve">, </w:t>
      </w:r>
      <w:r w:rsidRPr="005428AF">
        <w:rPr>
          <w:rFonts w:ascii="Arial" w:hAnsi="Arial" w:cs="Arial"/>
          <w:w w:val="110"/>
          <w:sz w:val="22"/>
          <w:szCs w:val="22"/>
        </w:rPr>
        <w:t>conforme condições, quantidades e especificações contidas no Termo de Referência – Anexo I deste edital.</w:t>
      </w:r>
    </w:p>
    <w:p w14:paraId="01EACC76" w14:textId="1FF38412" w:rsidR="00843FC5" w:rsidRPr="005428AF" w:rsidRDefault="00843FC5" w:rsidP="00843FC5">
      <w:pPr>
        <w:spacing w:before="113" w:line="276" w:lineRule="auto"/>
        <w:ind w:right="567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DAA3563" w14:textId="3203D655" w:rsidR="00251C84" w:rsidRPr="005428AF" w:rsidRDefault="00863B44" w:rsidP="005428AF">
      <w:pPr>
        <w:spacing w:before="113" w:line="276" w:lineRule="auto"/>
        <w:ind w:right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5428AF">
        <w:rPr>
          <w:rFonts w:ascii="Arial" w:hAnsi="Arial" w:cs="Arial"/>
          <w:b/>
          <w:sz w:val="22"/>
          <w:szCs w:val="22"/>
        </w:rPr>
        <w:tab/>
      </w:r>
    </w:p>
    <w:p w14:paraId="01DF655E" w14:textId="5E0D340B" w:rsidR="00863B44" w:rsidRPr="005428AF" w:rsidRDefault="00863B44" w:rsidP="005428AF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5428AF">
        <w:rPr>
          <w:rFonts w:ascii="Arial" w:hAnsi="Arial" w:cs="Arial"/>
          <w:b/>
          <w:sz w:val="22"/>
          <w:szCs w:val="22"/>
        </w:rPr>
        <w:t xml:space="preserve">ANEXO - </w:t>
      </w:r>
      <w:r w:rsidR="005B0AC0" w:rsidRPr="005428AF">
        <w:rPr>
          <w:rFonts w:ascii="Arial" w:hAnsi="Arial" w:cs="Arial"/>
          <w:b/>
          <w:sz w:val="22"/>
          <w:szCs w:val="22"/>
        </w:rPr>
        <w:t>I</w:t>
      </w:r>
      <w:r w:rsidRPr="005428AF">
        <w:rPr>
          <w:rFonts w:ascii="Arial" w:hAnsi="Arial" w:cs="Arial"/>
          <w:b/>
          <w:sz w:val="22"/>
          <w:szCs w:val="22"/>
        </w:rPr>
        <w:t>V</w:t>
      </w:r>
    </w:p>
    <w:p w14:paraId="72407F31" w14:textId="3B0B1151" w:rsidR="00863B44" w:rsidRPr="005428AF" w:rsidRDefault="00863B44">
      <w:pPr>
        <w:jc w:val="center"/>
        <w:rPr>
          <w:rFonts w:ascii="Arial" w:hAnsi="Arial" w:cs="Arial"/>
          <w:b/>
          <w:sz w:val="22"/>
          <w:szCs w:val="22"/>
        </w:rPr>
      </w:pPr>
      <w:r w:rsidRPr="005428AF">
        <w:rPr>
          <w:rFonts w:ascii="Arial" w:hAnsi="Arial" w:cs="Arial"/>
          <w:b/>
          <w:sz w:val="22"/>
          <w:szCs w:val="22"/>
        </w:rPr>
        <w:t>MODELO DE DECLARAÇÃO UNIFICADA</w:t>
      </w:r>
    </w:p>
    <w:p w14:paraId="2F5C75E9" w14:textId="77777777" w:rsidR="00863B44" w:rsidRPr="005428AF" w:rsidRDefault="00863B44">
      <w:pPr>
        <w:pStyle w:val="Ttulo1"/>
        <w:ind w:left="708" w:hanging="708"/>
        <w:jc w:val="center"/>
        <w:rPr>
          <w:sz w:val="22"/>
          <w:szCs w:val="22"/>
          <w:highlight w:val="yellow"/>
        </w:rPr>
      </w:pPr>
      <w:r w:rsidRPr="005428AF">
        <w:rPr>
          <w:b/>
          <w:sz w:val="22"/>
          <w:szCs w:val="22"/>
          <w:highlight w:val="yellow"/>
        </w:rPr>
        <w:t>(papel timbrado da licitante)</w:t>
      </w:r>
    </w:p>
    <w:p w14:paraId="092446D6" w14:textId="58425B76" w:rsidR="00863B44" w:rsidRDefault="00863B44">
      <w:pPr>
        <w:jc w:val="center"/>
        <w:rPr>
          <w:rFonts w:ascii="Arial" w:eastAsia="Arial Unicode MS" w:hAnsi="Arial" w:cs="Arial"/>
          <w:b/>
          <w:bCs/>
          <w:sz w:val="22"/>
          <w:szCs w:val="22"/>
        </w:rPr>
      </w:pPr>
    </w:p>
    <w:p w14:paraId="04BB9CE1" w14:textId="77777777" w:rsidR="005428AF" w:rsidRPr="005428AF" w:rsidRDefault="005428AF">
      <w:pPr>
        <w:jc w:val="center"/>
        <w:rPr>
          <w:rFonts w:ascii="Arial" w:eastAsia="Arial Unicode MS" w:hAnsi="Arial" w:cs="Arial"/>
          <w:b/>
          <w:bCs/>
          <w:sz w:val="22"/>
          <w:szCs w:val="22"/>
        </w:rPr>
      </w:pPr>
    </w:p>
    <w:p w14:paraId="4FBE3564" w14:textId="77777777" w:rsidR="00863B44" w:rsidRPr="005428AF" w:rsidRDefault="00863B44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b/>
          <w:sz w:val="22"/>
          <w:szCs w:val="22"/>
        </w:rPr>
        <w:t>Ao pregoeiro e equipe de apoio</w:t>
      </w:r>
    </w:p>
    <w:p w14:paraId="4F131944" w14:textId="77777777" w:rsidR="00863B44" w:rsidRPr="005428AF" w:rsidRDefault="00863B44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>Prefeitura Municipal de Nova Friburgo, Estado do Rio de Janeiro</w:t>
      </w:r>
    </w:p>
    <w:p w14:paraId="2ABD1AAC" w14:textId="18093BFD" w:rsidR="00863B44" w:rsidRPr="005428AF" w:rsidRDefault="00863B44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b/>
          <w:sz w:val="22"/>
          <w:szCs w:val="22"/>
        </w:rPr>
        <w:t xml:space="preserve">PREGÃO ELETRÔNICO Nº </w:t>
      </w:r>
      <w:r w:rsidR="005428AF">
        <w:rPr>
          <w:rFonts w:ascii="Arial" w:hAnsi="Arial" w:cs="Arial"/>
          <w:b/>
          <w:sz w:val="22"/>
          <w:szCs w:val="22"/>
        </w:rPr>
        <w:t>231</w:t>
      </w:r>
      <w:r w:rsidRPr="005428AF">
        <w:rPr>
          <w:rFonts w:ascii="Arial" w:hAnsi="Arial" w:cs="Arial"/>
          <w:b/>
          <w:bCs/>
          <w:sz w:val="22"/>
          <w:szCs w:val="22"/>
        </w:rPr>
        <w:t>/202</w:t>
      </w:r>
      <w:r w:rsidR="00843FC5" w:rsidRPr="005428AF">
        <w:rPr>
          <w:rFonts w:ascii="Arial" w:hAnsi="Arial" w:cs="Arial"/>
          <w:b/>
          <w:bCs/>
          <w:sz w:val="22"/>
          <w:szCs w:val="22"/>
        </w:rPr>
        <w:t>3</w:t>
      </w:r>
    </w:p>
    <w:p w14:paraId="44700D1E" w14:textId="77777777" w:rsidR="00863B44" w:rsidRPr="005428AF" w:rsidRDefault="00863B44">
      <w:pPr>
        <w:rPr>
          <w:rFonts w:ascii="Arial" w:hAnsi="Arial" w:cs="Arial"/>
          <w:color w:val="000000"/>
          <w:sz w:val="22"/>
          <w:szCs w:val="22"/>
        </w:rPr>
      </w:pPr>
    </w:p>
    <w:p w14:paraId="19B41423" w14:textId="77777777" w:rsidR="00863B44" w:rsidRPr="005428AF" w:rsidRDefault="00863B44" w:rsidP="004B4032">
      <w:pPr>
        <w:jc w:val="both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 xml:space="preserve">Pelo presente instrumento, a empresa ......................, CNPJ nº ..................., com sede na .........................., através de seu representante legal infra-assinado, </w:t>
      </w:r>
      <w:r w:rsidRPr="005428AF">
        <w:rPr>
          <w:rFonts w:ascii="Arial" w:hAnsi="Arial" w:cs="Arial"/>
          <w:color w:val="000000"/>
          <w:sz w:val="22"/>
          <w:szCs w:val="22"/>
        </w:rPr>
        <w:t xml:space="preserve">que: </w:t>
      </w:r>
    </w:p>
    <w:p w14:paraId="2C754D32" w14:textId="77777777" w:rsidR="00863B44" w:rsidRPr="005428AF" w:rsidRDefault="00863B44">
      <w:pPr>
        <w:rPr>
          <w:rFonts w:ascii="Arial" w:hAnsi="Arial" w:cs="Arial"/>
          <w:color w:val="000000"/>
          <w:sz w:val="22"/>
          <w:szCs w:val="22"/>
        </w:rPr>
      </w:pPr>
    </w:p>
    <w:p w14:paraId="2B1F3FC5" w14:textId="77777777" w:rsidR="00863B44" w:rsidRPr="005428AF" w:rsidRDefault="00863B44">
      <w:pPr>
        <w:pStyle w:val="PargrafodaLista"/>
        <w:ind w:left="0" w:firstLine="0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 xml:space="preserve">(     ) Declara, sob as penas do artigo 299 do Código Penal, que </w:t>
      </w:r>
      <w:r w:rsidRPr="005428AF">
        <w:rPr>
          <w:rFonts w:ascii="Arial" w:hAnsi="Arial" w:cs="Arial"/>
          <w:b/>
          <w:bCs/>
          <w:sz w:val="22"/>
          <w:szCs w:val="22"/>
        </w:rPr>
        <w:t>se enquadra na situação de microempresa, empresa de pequeno porte ou cooperativa, nos termos da Lei Complementar nº 123/06, alterada pela Lei Complementar nº 147/14</w:t>
      </w:r>
      <w:r w:rsidRPr="005428AF">
        <w:rPr>
          <w:rFonts w:ascii="Arial" w:hAnsi="Arial" w:cs="Arial"/>
          <w:sz w:val="22"/>
          <w:szCs w:val="22"/>
        </w:rPr>
        <w:t>, bem assim que inexistem fatos supervenientes que conduzam ao seu desenquadramento desta situação.</w:t>
      </w:r>
    </w:p>
    <w:p w14:paraId="68DE42C7" w14:textId="77777777" w:rsidR="00863B44" w:rsidRPr="005428AF" w:rsidRDefault="00863B44">
      <w:pPr>
        <w:rPr>
          <w:rFonts w:ascii="Arial" w:hAnsi="Arial" w:cs="Arial"/>
          <w:color w:val="000000"/>
          <w:sz w:val="22"/>
          <w:szCs w:val="22"/>
        </w:rPr>
      </w:pPr>
    </w:p>
    <w:p w14:paraId="31B4C0CF" w14:textId="354F1D78" w:rsidR="00863B44" w:rsidRDefault="00863B44">
      <w:pPr>
        <w:rPr>
          <w:rFonts w:ascii="Arial" w:hAnsi="Arial" w:cs="Arial"/>
          <w:sz w:val="22"/>
          <w:szCs w:val="22"/>
          <w:u w:val="single"/>
        </w:rPr>
      </w:pPr>
      <w:r w:rsidRPr="005428AF">
        <w:rPr>
          <w:rFonts w:ascii="Arial" w:hAnsi="Arial" w:cs="Arial"/>
          <w:sz w:val="22"/>
          <w:szCs w:val="22"/>
          <w:u w:val="single"/>
        </w:rPr>
        <w:t>*Marcar este item caso se enquadre na situação de microempresa, empresa de pequeno porte ou cooperativa.</w:t>
      </w:r>
    </w:p>
    <w:p w14:paraId="372A6627" w14:textId="77777777" w:rsidR="005428AF" w:rsidRPr="005428AF" w:rsidRDefault="005428AF">
      <w:pPr>
        <w:rPr>
          <w:rFonts w:ascii="Arial" w:hAnsi="Arial" w:cs="Arial"/>
          <w:sz w:val="22"/>
          <w:szCs w:val="22"/>
        </w:rPr>
      </w:pPr>
    </w:p>
    <w:p w14:paraId="329B58A5" w14:textId="709DACAC" w:rsidR="00863B44" w:rsidRDefault="00863B44">
      <w:pPr>
        <w:pStyle w:val="PargrafodaLista"/>
        <w:numPr>
          <w:ilvl w:val="0"/>
          <w:numId w:val="2"/>
        </w:numPr>
        <w:ind w:left="0" w:firstLine="0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b/>
          <w:bCs/>
          <w:sz w:val="22"/>
          <w:szCs w:val="22"/>
        </w:rPr>
        <w:t>Declaramos</w:t>
      </w:r>
      <w:r w:rsidRPr="005428AF">
        <w:rPr>
          <w:rFonts w:ascii="Arial" w:hAnsi="Arial" w:cs="Arial"/>
          <w:sz w:val="22"/>
          <w:szCs w:val="22"/>
        </w:rPr>
        <w:t xml:space="preserve">, para os fins do disposto no inciso XXXIII do art. 7º da Constituição Federal, </w:t>
      </w:r>
      <w:r w:rsidRPr="005428AF">
        <w:rPr>
          <w:rFonts w:ascii="Arial" w:hAnsi="Arial" w:cs="Arial"/>
          <w:b/>
          <w:bCs/>
          <w:sz w:val="22"/>
          <w:szCs w:val="22"/>
        </w:rPr>
        <w:t>não empregamos menores de dezoito anos</w:t>
      </w:r>
      <w:r w:rsidRPr="005428AF">
        <w:rPr>
          <w:rFonts w:ascii="Arial" w:hAnsi="Arial" w:cs="Arial"/>
          <w:sz w:val="22"/>
          <w:szCs w:val="22"/>
        </w:rPr>
        <w:t xml:space="preserve"> em trabalho noturno, perigoso ou insalubre e nem menores de dezesseis anos, em qualquer trabalho, salvo na condição de aprendiz, a partir dos quatorze anos de idade, em cumprimento ao que determina o inciso V do art. 27 da Lei nº 8.666/93, acrescida pela Lei nº 9.854/99.</w:t>
      </w:r>
    </w:p>
    <w:p w14:paraId="6BF63FC3" w14:textId="77777777" w:rsidR="005428AF" w:rsidRPr="005428AF" w:rsidRDefault="005428AF" w:rsidP="005428AF">
      <w:pPr>
        <w:pStyle w:val="PargrafodaLista"/>
        <w:ind w:left="0" w:firstLine="0"/>
        <w:rPr>
          <w:rFonts w:ascii="Arial" w:hAnsi="Arial" w:cs="Arial"/>
          <w:sz w:val="22"/>
          <w:szCs w:val="22"/>
        </w:rPr>
      </w:pPr>
    </w:p>
    <w:p w14:paraId="2095FDB1" w14:textId="60F910A7" w:rsidR="00863B44" w:rsidRDefault="00863B44">
      <w:pPr>
        <w:pStyle w:val="PargrafodaLista"/>
        <w:numPr>
          <w:ilvl w:val="0"/>
          <w:numId w:val="2"/>
        </w:numPr>
        <w:ind w:left="0" w:firstLine="0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>Declaramos, para os fins que até a presente data inexistem fatos supervenientes impeditivos para habilitação no presente processo licitatório, estando ciente da obrigatoriedade de declarar ocorrências posteriores.</w:t>
      </w:r>
    </w:p>
    <w:p w14:paraId="0C88B101" w14:textId="77777777" w:rsidR="005428AF" w:rsidRPr="005428AF" w:rsidRDefault="005428AF" w:rsidP="005428AF">
      <w:pPr>
        <w:pStyle w:val="PargrafodaLista"/>
        <w:rPr>
          <w:rFonts w:ascii="Arial" w:hAnsi="Arial" w:cs="Arial"/>
          <w:sz w:val="22"/>
          <w:szCs w:val="22"/>
        </w:rPr>
      </w:pPr>
    </w:p>
    <w:p w14:paraId="4E00B766" w14:textId="77777777" w:rsidR="005428AF" w:rsidRPr="005428AF" w:rsidRDefault="005428AF" w:rsidP="005428AF">
      <w:pPr>
        <w:pStyle w:val="PargrafodaLista"/>
        <w:ind w:left="0" w:firstLine="0"/>
        <w:rPr>
          <w:rFonts w:ascii="Arial" w:hAnsi="Arial" w:cs="Arial"/>
          <w:sz w:val="22"/>
          <w:szCs w:val="22"/>
        </w:rPr>
      </w:pPr>
    </w:p>
    <w:p w14:paraId="614468C1" w14:textId="77777777" w:rsidR="00863B44" w:rsidRPr="005428AF" w:rsidRDefault="00863B44">
      <w:pPr>
        <w:pStyle w:val="PargrafodaLista"/>
        <w:numPr>
          <w:ilvl w:val="0"/>
          <w:numId w:val="2"/>
        </w:numPr>
        <w:ind w:left="0" w:firstLine="0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color w:val="000000"/>
          <w:sz w:val="22"/>
          <w:szCs w:val="22"/>
        </w:rPr>
        <w:t xml:space="preserve">Declaramos, </w:t>
      </w:r>
      <w:r w:rsidRPr="005428AF">
        <w:rPr>
          <w:rFonts w:ascii="Arial" w:hAnsi="Arial" w:cs="Arial"/>
          <w:sz w:val="22"/>
          <w:szCs w:val="22"/>
        </w:rPr>
        <w:t>para os fins</w:t>
      </w:r>
      <w:r w:rsidRPr="005428AF">
        <w:rPr>
          <w:rFonts w:ascii="Arial" w:hAnsi="Arial" w:cs="Arial"/>
          <w:color w:val="000000"/>
          <w:sz w:val="22"/>
          <w:szCs w:val="22"/>
        </w:rPr>
        <w:t xml:space="preserve"> que a empresa </w:t>
      </w:r>
      <w:r w:rsidRPr="005428AF">
        <w:rPr>
          <w:rFonts w:ascii="Arial" w:hAnsi="Arial" w:cs="Arial"/>
          <w:sz w:val="22"/>
          <w:szCs w:val="22"/>
        </w:rPr>
        <w:t>não foi declarada inidônea por nenhum órgão público de qualquer esfera de governo, estando apta a contratar com o poder público.</w:t>
      </w:r>
    </w:p>
    <w:p w14:paraId="18739C31" w14:textId="77777777" w:rsidR="00863B44" w:rsidRPr="005428AF" w:rsidRDefault="00863B44">
      <w:pPr>
        <w:pStyle w:val="PargrafodaLista"/>
        <w:rPr>
          <w:rFonts w:ascii="Arial" w:hAnsi="Arial" w:cs="Arial"/>
          <w:color w:val="000000"/>
          <w:sz w:val="22"/>
          <w:szCs w:val="22"/>
        </w:rPr>
      </w:pPr>
    </w:p>
    <w:p w14:paraId="263BC2BE" w14:textId="77777777" w:rsidR="00863B44" w:rsidRPr="005428AF" w:rsidRDefault="00863B44">
      <w:pPr>
        <w:pStyle w:val="PargrafodaLista"/>
        <w:numPr>
          <w:ilvl w:val="0"/>
          <w:numId w:val="2"/>
        </w:numPr>
        <w:ind w:left="0" w:firstLine="0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>Declaramos, para os devidos fins que não possuímos em nosso quadro societário e de empregados, servidor ou dirigente de órgão ou entidade contratante ou responsável pela licitação, nos termos do inciso III, do artigo 9° da Lei n° 8.666, de 21 de junho de 1993.</w:t>
      </w:r>
    </w:p>
    <w:p w14:paraId="5DAABCAD" w14:textId="77777777" w:rsidR="00863B44" w:rsidRPr="005428AF" w:rsidRDefault="00863B44">
      <w:pPr>
        <w:pStyle w:val="PargrafodaLista"/>
        <w:rPr>
          <w:rFonts w:ascii="Arial" w:hAnsi="Arial" w:cs="Arial"/>
          <w:color w:val="000000"/>
          <w:sz w:val="22"/>
          <w:szCs w:val="22"/>
        </w:rPr>
      </w:pPr>
    </w:p>
    <w:p w14:paraId="7A1527E3" w14:textId="77777777" w:rsidR="00863B44" w:rsidRPr="005428AF" w:rsidRDefault="00863B44">
      <w:pPr>
        <w:pStyle w:val="PargrafodaLista"/>
        <w:numPr>
          <w:ilvl w:val="0"/>
          <w:numId w:val="2"/>
        </w:numPr>
        <w:ind w:left="0" w:firstLine="0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>Comprometo-me a manter durante a execução do contrato, em compatibilidade com as obrigações assumidas, todas as condições de habilitação e qualificação exigidas na licitação.</w:t>
      </w:r>
    </w:p>
    <w:p w14:paraId="18A83703" w14:textId="77777777" w:rsidR="00863B44" w:rsidRPr="005428AF" w:rsidRDefault="00863B44">
      <w:pPr>
        <w:rPr>
          <w:rFonts w:ascii="Arial" w:hAnsi="Arial" w:cs="Arial"/>
          <w:color w:val="000000"/>
          <w:sz w:val="22"/>
          <w:szCs w:val="22"/>
        </w:rPr>
      </w:pPr>
    </w:p>
    <w:p w14:paraId="08533833" w14:textId="77777777" w:rsidR="00863B44" w:rsidRPr="005428AF" w:rsidRDefault="00863B44">
      <w:pPr>
        <w:pStyle w:val="PargrafodaLista"/>
        <w:numPr>
          <w:ilvl w:val="0"/>
          <w:numId w:val="2"/>
        </w:numPr>
        <w:ind w:left="0" w:firstLine="0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>Declaramos, para os devidos fins de direito, na qualidade de Proponente dos procedimentos licitatórios, instaurados</w:t>
      </w:r>
      <w:r w:rsidRPr="005428AF">
        <w:rPr>
          <w:rFonts w:ascii="Arial" w:hAnsi="Arial" w:cs="Arial"/>
          <w:spacing w:val="11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por</w:t>
      </w:r>
      <w:r w:rsidRPr="005428AF">
        <w:rPr>
          <w:rFonts w:ascii="Arial" w:hAnsi="Arial" w:cs="Arial"/>
          <w:spacing w:val="13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este</w:t>
      </w:r>
      <w:r w:rsidRPr="005428AF">
        <w:rPr>
          <w:rFonts w:ascii="Arial" w:hAnsi="Arial" w:cs="Arial"/>
          <w:spacing w:val="10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Município,</w:t>
      </w:r>
      <w:r w:rsidRPr="005428AF">
        <w:rPr>
          <w:rFonts w:ascii="Arial" w:hAnsi="Arial" w:cs="Arial"/>
          <w:spacing w:val="14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que</w:t>
      </w:r>
      <w:r w:rsidRPr="005428AF">
        <w:rPr>
          <w:rFonts w:ascii="Arial" w:hAnsi="Arial" w:cs="Arial"/>
          <w:spacing w:val="12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o(a)</w:t>
      </w:r>
      <w:r w:rsidRPr="005428AF">
        <w:rPr>
          <w:rFonts w:ascii="Arial" w:hAnsi="Arial" w:cs="Arial"/>
          <w:spacing w:val="10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responsável</w:t>
      </w:r>
      <w:r w:rsidRPr="005428AF">
        <w:rPr>
          <w:rFonts w:ascii="Arial" w:hAnsi="Arial" w:cs="Arial"/>
          <w:spacing w:val="13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legal</w:t>
      </w:r>
      <w:r w:rsidRPr="005428AF">
        <w:rPr>
          <w:rFonts w:ascii="Arial" w:hAnsi="Arial" w:cs="Arial"/>
          <w:spacing w:val="12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da</w:t>
      </w:r>
      <w:r w:rsidRPr="005428AF">
        <w:rPr>
          <w:rFonts w:ascii="Arial" w:hAnsi="Arial" w:cs="Arial"/>
          <w:spacing w:val="12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empresa</w:t>
      </w:r>
      <w:r w:rsidRPr="005428AF">
        <w:rPr>
          <w:rFonts w:ascii="Arial" w:hAnsi="Arial" w:cs="Arial"/>
          <w:spacing w:val="12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é</w:t>
      </w:r>
      <w:r w:rsidRPr="005428AF">
        <w:rPr>
          <w:rFonts w:ascii="Arial" w:hAnsi="Arial" w:cs="Arial"/>
          <w:spacing w:val="13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o(a)</w:t>
      </w:r>
      <w:r w:rsidRPr="005428AF">
        <w:rPr>
          <w:rFonts w:ascii="Arial" w:hAnsi="Arial" w:cs="Arial"/>
          <w:spacing w:val="13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Sr.(a)............................................................., Portador(a) do RG sob nº ................................................. e CPF nº ........................................................, cuja função/cargo é..................................................(sócio administrador/procurador/diretor/</w:t>
      </w:r>
      <w:proofErr w:type="spellStart"/>
      <w:r w:rsidRPr="005428AF">
        <w:rPr>
          <w:rFonts w:ascii="Arial" w:hAnsi="Arial" w:cs="Arial"/>
          <w:sz w:val="22"/>
          <w:szCs w:val="22"/>
        </w:rPr>
        <w:t>etc</w:t>
      </w:r>
      <w:proofErr w:type="spellEnd"/>
      <w:r w:rsidRPr="005428AF">
        <w:rPr>
          <w:rFonts w:ascii="Arial" w:hAnsi="Arial" w:cs="Arial"/>
          <w:sz w:val="22"/>
          <w:szCs w:val="22"/>
        </w:rPr>
        <w:t xml:space="preserve">), </w:t>
      </w:r>
      <w:r w:rsidRPr="005428AF">
        <w:rPr>
          <w:rFonts w:ascii="Arial" w:hAnsi="Arial" w:cs="Arial"/>
          <w:b/>
          <w:sz w:val="22"/>
          <w:szCs w:val="22"/>
        </w:rPr>
        <w:t>responsável pela assinatura da Ata de Registro de Preços/contrato.</w:t>
      </w:r>
    </w:p>
    <w:p w14:paraId="7B9FA24A" w14:textId="77777777" w:rsidR="00863B44" w:rsidRPr="005428AF" w:rsidRDefault="00863B44">
      <w:pPr>
        <w:pStyle w:val="PargrafodaLista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621DFB4" w14:textId="02A0912D" w:rsidR="00863B44" w:rsidRPr="005428AF" w:rsidRDefault="00863B44">
      <w:pPr>
        <w:pStyle w:val="PargrafodaLista"/>
        <w:numPr>
          <w:ilvl w:val="0"/>
          <w:numId w:val="2"/>
        </w:numPr>
        <w:ind w:left="0" w:firstLine="0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 xml:space="preserve">Declaramos, para os devidos fins que em caso de qualquer comunicação futura referente e este processo licitatório, bem como em caso de eventual contratação, </w:t>
      </w:r>
      <w:r w:rsidRPr="005428AF">
        <w:rPr>
          <w:rFonts w:ascii="Arial" w:hAnsi="Arial" w:cs="Arial"/>
          <w:b/>
          <w:sz w:val="22"/>
          <w:szCs w:val="22"/>
        </w:rPr>
        <w:t>concordo que a Ata de Registro de Preços/Contrato</w:t>
      </w:r>
      <w:r w:rsidRPr="005428AF">
        <w:rPr>
          <w:rFonts w:ascii="Arial" w:hAnsi="Arial" w:cs="Arial"/>
          <w:sz w:val="22"/>
          <w:szCs w:val="22"/>
        </w:rPr>
        <w:t xml:space="preserve"> seja encaminhado para o seguinte</w:t>
      </w:r>
      <w:r w:rsidRPr="005428AF">
        <w:rPr>
          <w:rFonts w:ascii="Arial" w:hAnsi="Arial" w:cs="Arial"/>
          <w:spacing w:val="-17"/>
          <w:sz w:val="22"/>
          <w:szCs w:val="22"/>
        </w:rPr>
        <w:t xml:space="preserve"> </w:t>
      </w:r>
      <w:r w:rsidR="00A5318F">
        <w:rPr>
          <w:rFonts w:ascii="Arial" w:hAnsi="Arial" w:cs="Arial"/>
          <w:spacing w:val="-17"/>
          <w:sz w:val="22"/>
          <w:szCs w:val="22"/>
        </w:rPr>
        <w:t>endereço</w:t>
      </w:r>
      <w:r w:rsidRPr="005428AF">
        <w:rPr>
          <w:rFonts w:ascii="Arial" w:hAnsi="Arial" w:cs="Arial"/>
          <w:sz w:val="22"/>
          <w:szCs w:val="22"/>
        </w:rPr>
        <w:t>:</w:t>
      </w:r>
    </w:p>
    <w:p w14:paraId="4C8FC8BE" w14:textId="77777777" w:rsidR="00863B44" w:rsidRPr="005428AF" w:rsidRDefault="00863B44">
      <w:pPr>
        <w:pStyle w:val="PargrafodaLista"/>
        <w:rPr>
          <w:rFonts w:ascii="Arial" w:hAnsi="Arial" w:cs="Arial"/>
          <w:color w:val="000000"/>
          <w:sz w:val="22"/>
          <w:szCs w:val="22"/>
        </w:rPr>
      </w:pPr>
    </w:p>
    <w:p w14:paraId="4314FE62" w14:textId="6CA1B3F9" w:rsidR="00863B44" w:rsidRPr="005428AF" w:rsidRDefault="00863B44" w:rsidP="005428AF">
      <w:pPr>
        <w:pStyle w:val="PargrafodaLista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5428AF">
        <w:rPr>
          <w:rFonts w:ascii="Arial" w:hAnsi="Arial" w:cs="Arial"/>
          <w:b/>
          <w:color w:val="000000"/>
          <w:sz w:val="22"/>
          <w:szCs w:val="22"/>
        </w:rPr>
        <w:t>E-mail:</w:t>
      </w:r>
    </w:p>
    <w:p w14:paraId="12824DB2" w14:textId="77777777" w:rsidR="00355998" w:rsidRPr="005428AF" w:rsidRDefault="00355998" w:rsidP="005428AF">
      <w:pPr>
        <w:pStyle w:val="PargrafodaLista"/>
        <w:ind w:left="0" w:firstLine="0"/>
        <w:rPr>
          <w:rFonts w:ascii="Arial" w:hAnsi="Arial" w:cs="Arial"/>
          <w:sz w:val="22"/>
          <w:szCs w:val="22"/>
        </w:rPr>
      </w:pPr>
    </w:p>
    <w:p w14:paraId="176FDBE2" w14:textId="26663BA6" w:rsidR="00863B44" w:rsidRPr="005428AF" w:rsidRDefault="00863B44" w:rsidP="005428AF">
      <w:pPr>
        <w:pStyle w:val="PargrafodaLista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5428AF">
        <w:rPr>
          <w:rFonts w:ascii="Arial" w:hAnsi="Arial" w:cs="Arial"/>
          <w:b/>
          <w:color w:val="000000"/>
          <w:sz w:val="22"/>
          <w:szCs w:val="22"/>
        </w:rPr>
        <w:t>Telefone: (</w:t>
      </w:r>
      <w:r w:rsidR="00355998" w:rsidRPr="005428AF"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5428AF">
        <w:rPr>
          <w:rFonts w:ascii="Arial" w:hAnsi="Arial" w:cs="Arial"/>
          <w:b/>
          <w:color w:val="000000"/>
          <w:sz w:val="22"/>
          <w:szCs w:val="22"/>
        </w:rPr>
        <w:t>)</w:t>
      </w:r>
    </w:p>
    <w:p w14:paraId="026AE1DA" w14:textId="77777777" w:rsidR="00355998" w:rsidRPr="005428AF" w:rsidRDefault="00355998" w:rsidP="005428AF">
      <w:pPr>
        <w:pStyle w:val="PargrafodaLista"/>
        <w:ind w:left="0" w:firstLine="0"/>
        <w:rPr>
          <w:rFonts w:ascii="Arial" w:hAnsi="Arial" w:cs="Arial"/>
          <w:sz w:val="22"/>
          <w:szCs w:val="22"/>
        </w:rPr>
      </w:pPr>
    </w:p>
    <w:p w14:paraId="39531E41" w14:textId="77777777" w:rsidR="00863B44" w:rsidRPr="005428AF" w:rsidRDefault="00863B44" w:rsidP="005428AF">
      <w:pPr>
        <w:pStyle w:val="PargrafodaLista"/>
        <w:ind w:left="0" w:firstLine="0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b/>
          <w:color w:val="000000"/>
          <w:sz w:val="22"/>
          <w:szCs w:val="22"/>
        </w:rPr>
        <w:t>Endereço:</w:t>
      </w:r>
    </w:p>
    <w:p w14:paraId="44BC8372" w14:textId="77777777" w:rsidR="00863B44" w:rsidRPr="005428AF" w:rsidRDefault="00863B44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F0B9278" w14:textId="77777777" w:rsidR="00863B44" w:rsidRPr="005428AF" w:rsidRDefault="00863B44">
      <w:pPr>
        <w:pStyle w:val="PargrafodaLista"/>
        <w:numPr>
          <w:ilvl w:val="0"/>
          <w:numId w:val="2"/>
        </w:numPr>
        <w:ind w:left="0" w:firstLine="0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>Caso altere o citado e-mail ou telefone comprometo-me em protocolizar pedido de alteração junto ao Sistema de Protocolo deste Município, sob pena de ser considerado como intimado nos dados anteriormente fornecidos.</w:t>
      </w:r>
    </w:p>
    <w:p w14:paraId="49FEC834" w14:textId="77777777" w:rsidR="00863B44" w:rsidRPr="005428AF" w:rsidRDefault="00863B44">
      <w:pPr>
        <w:pStyle w:val="PargrafodaLista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E535F16" w14:textId="615CD876" w:rsidR="00863B44" w:rsidRPr="005428AF" w:rsidRDefault="00863B44">
      <w:pPr>
        <w:pStyle w:val="PargrafodaLista"/>
        <w:numPr>
          <w:ilvl w:val="0"/>
          <w:numId w:val="2"/>
        </w:numPr>
        <w:ind w:left="0" w:firstLine="0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>Nomeamos e constituímos</w:t>
      </w:r>
      <w:r w:rsidRPr="005428AF">
        <w:rPr>
          <w:rFonts w:ascii="Arial" w:hAnsi="Arial" w:cs="Arial"/>
          <w:spacing w:val="37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o</w:t>
      </w:r>
      <w:r w:rsidRPr="005428AF">
        <w:rPr>
          <w:rFonts w:ascii="Arial" w:hAnsi="Arial" w:cs="Arial"/>
          <w:spacing w:val="13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>senhor(a)........................................., portador(a) do CPF/MF sob</w:t>
      </w:r>
      <w:r w:rsidRPr="005428AF">
        <w:rPr>
          <w:rFonts w:ascii="Arial" w:hAnsi="Arial" w:cs="Arial"/>
          <w:spacing w:val="16"/>
          <w:sz w:val="22"/>
          <w:szCs w:val="22"/>
        </w:rPr>
        <w:t xml:space="preserve"> </w:t>
      </w:r>
      <w:r w:rsidRPr="005428AF">
        <w:rPr>
          <w:rFonts w:ascii="Arial" w:hAnsi="Arial" w:cs="Arial"/>
          <w:sz w:val="22"/>
          <w:szCs w:val="22"/>
        </w:rPr>
        <w:t xml:space="preserve">n.º..................................., para ser o(a) responsável para acompanhar a execução da </w:t>
      </w:r>
      <w:r w:rsidRPr="005428AF">
        <w:rPr>
          <w:rFonts w:ascii="Arial" w:hAnsi="Arial" w:cs="Arial"/>
          <w:bCs/>
          <w:sz w:val="22"/>
          <w:szCs w:val="22"/>
        </w:rPr>
        <w:t>Ata de Registro de Preços/contrato,</w:t>
      </w:r>
      <w:r w:rsidRPr="005428AF">
        <w:rPr>
          <w:rFonts w:ascii="Arial" w:hAnsi="Arial" w:cs="Arial"/>
          <w:sz w:val="22"/>
          <w:szCs w:val="22"/>
        </w:rPr>
        <w:t xml:space="preserve"> referente ao </w:t>
      </w:r>
      <w:r w:rsidRPr="005428AF">
        <w:rPr>
          <w:rFonts w:ascii="Arial" w:hAnsi="Arial" w:cs="Arial"/>
          <w:b/>
          <w:bCs/>
          <w:sz w:val="22"/>
          <w:szCs w:val="22"/>
        </w:rPr>
        <w:t xml:space="preserve">Pregão Eletrônico n.º </w:t>
      </w:r>
      <w:r w:rsidR="005428AF">
        <w:rPr>
          <w:rFonts w:ascii="Arial" w:hAnsi="Arial" w:cs="Arial"/>
          <w:b/>
          <w:bCs/>
          <w:sz w:val="22"/>
          <w:szCs w:val="22"/>
        </w:rPr>
        <w:t>231</w:t>
      </w:r>
      <w:r w:rsidR="00843FC5" w:rsidRPr="005428AF">
        <w:rPr>
          <w:rFonts w:ascii="Arial" w:hAnsi="Arial" w:cs="Arial"/>
          <w:b/>
          <w:bCs/>
          <w:sz w:val="22"/>
          <w:szCs w:val="22"/>
        </w:rPr>
        <w:t>/2023</w:t>
      </w:r>
      <w:r w:rsidRPr="005428AF">
        <w:rPr>
          <w:rFonts w:ascii="Arial" w:hAnsi="Arial" w:cs="Arial"/>
          <w:sz w:val="22"/>
          <w:szCs w:val="22"/>
        </w:rPr>
        <w:t xml:space="preserve"> e todos os atos necessários ao cumprimento das obrigações contidas no instrumento convocatório, seus Anexos e na Ata de Registro de Preços/Contrato.</w:t>
      </w:r>
    </w:p>
    <w:p w14:paraId="6F73B3EB" w14:textId="77777777" w:rsidR="00863B44" w:rsidRPr="005428AF" w:rsidRDefault="00863B44">
      <w:pPr>
        <w:pStyle w:val="PargrafodaLista"/>
        <w:rPr>
          <w:rFonts w:ascii="Arial" w:hAnsi="Arial" w:cs="Arial"/>
          <w:color w:val="000000"/>
          <w:sz w:val="22"/>
          <w:szCs w:val="22"/>
        </w:rPr>
      </w:pPr>
    </w:p>
    <w:p w14:paraId="1BE99515" w14:textId="77777777" w:rsidR="00FD72E8" w:rsidRPr="005428AF" w:rsidRDefault="00FD72E8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6B090D82" w14:textId="77777777" w:rsidR="00863B44" w:rsidRPr="005428AF" w:rsidRDefault="00863B44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55582DFC" w14:textId="25A150D6" w:rsidR="00863B44" w:rsidRPr="005428AF" w:rsidRDefault="00863B44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>.............................................................................., ........, ................................... de 202</w:t>
      </w:r>
      <w:r w:rsidR="005428AF">
        <w:rPr>
          <w:rFonts w:ascii="Arial" w:hAnsi="Arial" w:cs="Arial"/>
          <w:sz w:val="22"/>
          <w:szCs w:val="22"/>
        </w:rPr>
        <w:t>3</w:t>
      </w:r>
      <w:r w:rsidRPr="005428AF">
        <w:rPr>
          <w:rFonts w:ascii="Arial" w:hAnsi="Arial" w:cs="Arial"/>
          <w:sz w:val="22"/>
          <w:szCs w:val="22"/>
        </w:rPr>
        <w:t>.</w:t>
      </w:r>
    </w:p>
    <w:p w14:paraId="32E8FCD5" w14:textId="77777777" w:rsidR="00863B44" w:rsidRPr="005428AF" w:rsidRDefault="00863B44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>Local e Data</w:t>
      </w:r>
    </w:p>
    <w:p w14:paraId="2F383A84" w14:textId="77777777" w:rsidR="00863B44" w:rsidRPr="005428AF" w:rsidRDefault="00863B44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B8FA441" w14:textId="77777777" w:rsidR="00863B44" w:rsidRPr="005428AF" w:rsidRDefault="00863B44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09D3C9D" w14:textId="77777777" w:rsidR="00863B44" w:rsidRPr="005428AF" w:rsidRDefault="00863B44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>Assinatura do Responsável pela Empresa</w:t>
      </w:r>
    </w:p>
    <w:p w14:paraId="2ED907EB" w14:textId="15AAFD8C" w:rsidR="00863B44" w:rsidRPr="005428AF" w:rsidRDefault="00863B44" w:rsidP="00FA5179">
      <w:pPr>
        <w:jc w:val="center"/>
        <w:rPr>
          <w:rFonts w:ascii="Arial" w:hAnsi="Arial" w:cs="Arial"/>
          <w:sz w:val="22"/>
          <w:szCs w:val="22"/>
        </w:rPr>
      </w:pPr>
      <w:r w:rsidRPr="005428AF">
        <w:rPr>
          <w:rFonts w:ascii="Arial" w:hAnsi="Arial" w:cs="Arial"/>
          <w:sz w:val="22"/>
          <w:szCs w:val="22"/>
        </w:rPr>
        <w:t>(Nome Legível/Cargo)</w:t>
      </w:r>
      <w:bookmarkStart w:id="1" w:name="_Hlk88473393"/>
      <w:bookmarkEnd w:id="1"/>
    </w:p>
    <w:sectPr w:rsidR="00863B44" w:rsidRPr="005428AF" w:rsidSect="004B4032">
      <w:headerReference w:type="default" r:id="rId7"/>
      <w:pgSz w:w="12240" w:h="15840"/>
      <w:pgMar w:top="1134" w:right="1134" w:bottom="1134" w:left="1134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7B078" w14:textId="77777777" w:rsidR="000D1FA0" w:rsidRDefault="000D1FA0">
      <w:r>
        <w:separator/>
      </w:r>
    </w:p>
  </w:endnote>
  <w:endnote w:type="continuationSeparator" w:id="0">
    <w:p w14:paraId="2AF0A49C" w14:textId="77777777" w:rsidR="000D1FA0" w:rsidRDefault="000D1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95295" w14:textId="77777777" w:rsidR="000D1FA0" w:rsidRDefault="000D1FA0">
      <w:r>
        <w:separator/>
      </w:r>
    </w:p>
  </w:footnote>
  <w:footnote w:type="continuationSeparator" w:id="0">
    <w:p w14:paraId="58DD41D1" w14:textId="77777777" w:rsidR="000D1FA0" w:rsidRDefault="000D1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B3DA" w14:textId="7D475076" w:rsidR="00863B44" w:rsidRDefault="00E47172" w:rsidP="004B4032">
    <w:pPr>
      <w:pStyle w:val="Ttulo8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left" w:pos="1488"/>
        <w:tab w:val="left" w:pos="10912"/>
      </w:tabs>
      <w:ind w:hanging="284"/>
    </w:pPr>
    <w:r>
      <w:rPr>
        <w:noProof/>
      </w:rPr>
      <mc:AlternateContent>
        <mc:Choice Requires="wps">
          <w:drawing>
            <wp:anchor distT="0" distB="0" distL="114935" distR="0" simplePos="0" relativeHeight="251657728" behindDoc="0" locked="0" layoutInCell="1" allowOverlap="1" wp14:anchorId="3595151E" wp14:editId="3D3ADF5A">
              <wp:simplePos x="0" y="0"/>
              <wp:positionH relativeFrom="page">
                <wp:posOffset>5088255</wp:posOffset>
              </wp:positionH>
              <wp:positionV relativeFrom="paragraph">
                <wp:posOffset>341630</wp:posOffset>
              </wp:positionV>
              <wp:extent cx="1931670" cy="5607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1670" cy="5607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E816D5" w14:textId="053F0771" w:rsidR="00863B44" w:rsidRDefault="00863B44">
                          <w:pPr>
                            <w:pStyle w:val="SemEspaamento"/>
                          </w:pPr>
                          <w:r>
                            <w:rPr>
                              <w:rFonts w:ascii="Azo Sans Lt" w:hAnsi="Azo Sans Lt" w:cs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428AF">
                            <w:rPr>
                              <w:rFonts w:ascii="Azo Sans Lt" w:hAnsi="Azo Sans Lt" w:cs="Azo Sans Lt"/>
                              <w:sz w:val="20"/>
                              <w:szCs w:val="20"/>
                            </w:rPr>
                            <w:t>18.655</w:t>
                          </w:r>
                          <w:r w:rsidR="00843FC5">
                            <w:rPr>
                              <w:rFonts w:ascii="Azo Sans Lt" w:hAnsi="Azo Sans Lt" w:cs="Azo Sans Lt"/>
                              <w:sz w:val="20"/>
                              <w:szCs w:val="20"/>
                            </w:rPr>
                            <w:t>/2023</w:t>
                          </w:r>
                        </w:p>
                        <w:p w14:paraId="5AC0DE0A" w14:textId="77777777" w:rsidR="00863B44" w:rsidRDefault="00863B44">
                          <w:pPr>
                            <w:pStyle w:val="SemEspaamento"/>
                            <w:rPr>
                              <w:rFonts w:ascii="Azo Sans Lt" w:hAnsi="Azo Sans Lt" w:cs="Azo Sans Lt"/>
                              <w:sz w:val="20"/>
                              <w:szCs w:val="20"/>
                            </w:rPr>
                          </w:pPr>
                        </w:p>
                        <w:p w14:paraId="34131EB8" w14:textId="77777777" w:rsidR="00863B44" w:rsidRDefault="00863B44">
                          <w:pPr>
                            <w:pStyle w:val="SemEspaamento"/>
                          </w:pPr>
                          <w:r>
                            <w:rPr>
                              <w:rFonts w:ascii="Azo Sans Lt" w:hAnsi="Azo Sans Lt" w:cs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9515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00.65pt;margin-top:26.9pt;width:152.1pt;height:44.15pt;z-index:251657728;visibility:visible;mso-wrap-style:square;mso-width-percent:0;mso-height-percent:0;mso-wrap-distance-left:9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dAWJQIAAEgEAAAOAAAAZHJzL2Uyb0RvYy54bWysVNtu2zAMfR+wfxD0vtjJkrQx4hRdugwD&#10;ugvQ7QMUWY6FyaJGKbGzry8lp2m6YS/D/CCIInVIHh55edO3hh0Ueg225ONRzpmyEiptdyX//m3z&#10;5pozH4SthAGrSn5Unt+sXr9adq5QE2jAVAoZgVhfdK7kTQiuyDIvG9UKPwKnLDlrwFYEMnGXVSg6&#10;Qm9NNsnzedYBVg5BKu/p9G5w8lXCr2slw5e69iowU3KqLaQV07qNa7ZaimKHwjVansoQ/1BFK7Sl&#10;pGeoOxEE26P+A6rVEsFDHUYS2gzqWkuVeqBuxvlv3Tw0wqnUC5Hj3Zkm//9g5efDg/uKLPTvoKcB&#10;pia8uwf5wzML60bYnbpFhK5RoqLE40hZ1jlfnK5Gqn3hI8i2+wQVDVnsAySgvsY2skJ9MkKnARzP&#10;pKs+MBlTLt6O51fkkuSbzfOrfJZSiOLptkMfPihoWdyUHGmoCV0c7n2I1YjiKSQm82B0tdHGJAN3&#10;27VBdhAkgE36hrvGNWI4TSIgDD+EJrwXGMayruSL2WQ2sPNX/Dx9p+pfQLQ6kMyNbkt+fQ4SReT0&#10;va2SCIPQZthTLcaeSI68DgyHfttTYCR7C9WR6EYY5EzPjzYN4C/OOpJyyf3PvUDFmfloaWSL8XQa&#10;tZ+M6exqQgZeeraXHmElQZU8cDZs12F4L3uHetdQpkEkFm5pzLVOE3iu6lQ3yTUReXpa8T1c2inq&#10;+QewegQAAP//AwBQSwMEFAAGAAgAAAAhALu/O7zdAAAACwEAAA8AAABkcnMvZG93bnJldi54bWxM&#10;j0FugzAQRfeVegdrKnXX2ISQIoKJUKuo66Y5gMETIMU2sp1Ab9/Jqt3NaJ7+vF/uFzOyG/owOCsh&#10;WQlgaFunB9tJOH0dXnJgISqr1egsSvjBAPvq8aFUhXaz/cTbMXaMQmwolIQ+xqngPLQ9GhVWbkJL&#10;t7PzRkVafce1VzOFm5GvhdhyowZLH3o14VuP7ffxaiS8x8P5NcxNjdmmzvzWfJzySyrl89NS74BF&#10;XOIfDHd9UoeKnBp3tTqwUUIukpRQCVlKFe5AIrIMWEPTZp0Ar0r+v0P1CwAA//8DAFBLAQItABQA&#10;BgAIAAAAIQC2gziS/gAAAOEBAAATAAAAAAAAAAAAAAAAAAAAAABbQ29udGVudF9UeXBlc10ueG1s&#10;UEsBAi0AFAAGAAgAAAAhADj9If/WAAAAlAEAAAsAAAAAAAAAAAAAAAAALwEAAF9yZWxzLy5yZWxz&#10;UEsBAi0AFAAGAAgAAAAhAJ0h0BYlAgAASAQAAA4AAAAAAAAAAAAAAAAALgIAAGRycy9lMm9Eb2Mu&#10;eG1sUEsBAi0AFAAGAAgAAAAhALu/O7zdAAAACwEAAA8AAAAAAAAAAAAAAAAAfwQAAGRycy9kb3du&#10;cmV2LnhtbFBLBQYAAAAABAAEAPMAAACJBQAAAAA=&#10;">
              <v:fill opacity="0"/>
              <v:textbox>
                <w:txbxContent>
                  <w:p w14:paraId="58E816D5" w14:textId="053F0771" w:rsidR="00863B44" w:rsidRDefault="00863B44">
                    <w:pPr>
                      <w:pStyle w:val="SemEspaamento"/>
                    </w:pPr>
                    <w:r>
                      <w:rPr>
                        <w:rFonts w:ascii="Azo Sans Lt" w:hAnsi="Azo Sans Lt" w:cs="Azo Sans Lt"/>
                        <w:sz w:val="20"/>
                        <w:szCs w:val="20"/>
                      </w:rPr>
                      <w:t xml:space="preserve">PROCESSO Nº: </w:t>
                    </w:r>
                    <w:r w:rsidR="005428AF">
                      <w:rPr>
                        <w:rFonts w:ascii="Azo Sans Lt" w:hAnsi="Azo Sans Lt" w:cs="Azo Sans Lt"/>
                        <w:sz w:val="20"/>
                        <w:szCs w:val="20"/>
                      </w:rPr>
                      <w:t>18.655</w:t>
                    </w:r>
                    <w:r w:rsidR="00843FC5">
                      <w:rPr>
                        <w:rFonts w:ascii="Azo Sans Lt" w:hAnsi="Azo Sans Lt" w:cs="Azo Sans Lt"/>
                        <w:sz w:val="20"/>
                        <w:szCs w:val="20"/>
                      </w:rPr>
                      <w:t>/2023</w:t>
                    </w:r>
                  </w:p>
                  <w:p w14:paraId="5AC0DE0A" w14:textId="77777777" w:rsidR="00863B44" w:rsidRDefault="00863B44">
                    <w:pPr>
                      <w:pStyle w:val="SemEspaamento"/>
                      <w:rPr>
                        <w:rFonts w:ascii="Azo Sans Lt" w:hAnsi="Azo Sans Lt" w:cs="Azo Sans Lt"/>
                        <w:sz w:val="20"/>
                        <w:szCs w:val="20"/>
                      </w:rPr>
                    </w:pPr>
                  </w:p>
                  <w:p w14:paraId="34131EB8" w14:textId="77777777" w:rsidR="00863B44" w:rsidRDefault="00863B44">
                    <w:pPr>
                      <w:pStyle w:val="SemEspaamento"/>
                    </w:pPr>
                    <w:r>
                      <w:rPr>
                        <w:rFonts w:ascii="Azo Sans Lt" w:hAnsi="Azo Sans Lt" w:cs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4B4032">
      <w:rPr>
        <w:noProof/>
      </w:rPr>
      <w:drawing>
        <wp:inline distT="0" distB="0" distL="0" distR="0" wp14:anchorId="33E6BA33" wp14:editId="35820FC5">
          <wp:extent cx="4495800" cy="1000125"/>
          <wp:effectExtent l="0" t="0" r="0" b="0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9580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0CD"/>
    <w:rsid w:val="00003DC4"/>
    <w:rsid w:val="00052C55"/>
    <w:rsid w:val="000D1FA0"/>
    <w:rsid w:val="00251C84"/>
    <w:rsid w:val="00355998"/>
    <w:rsid w:val="003767FF"/>
    <w:rsid w:val="004B4032"/>
    <w:rsid w:val="005428AF"/>
    <w:rsid w:val="005B0AC0"/>
    <w:rsid w:val="005E18FB"/>
    <w:rsid w:val="00722A8A"/>
    <w:rsid w:val="0075294B"/>
    <w:rsid w:val="007A0862"/>
    <w:rsid w:val="00843FC5"/>
    <w:rsid w:val="00863B44"/>
    <w:rsid w:val="00994DE9"/>
    <w:rsid w:val="009C2580"/>
    <w:rsid w:val="009E07DA"/>
    <w:rsid w:val="00A5318F"/>
    <w:rsid w:val="00B840CD"/>
    <w:rsid w:val="00BA7086"/>
    <w:rsid w:val="00BC0B13"/>
    <w:rsid w:val="00C61CBD"/>
    <w:rsid w:val="00C96593"/>
    <w:rsid w:val="00E47172"/>
    <w:rsid w:val="00EE4F2E"/>
    <w:rsid w:val="00FA5179"/>
    <w:rsid w:val="00FD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83F605B"/>
  <w15:chartTrackingRefBased/>
  <w15:docId w15:val="{A1557B47-6225-4E1F-A80B-E3EF2238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Calibri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2%20-%2022%20-%20AQUISI&#199;&#195;O%20DE%20COMBUSTIVEIS%20-%20SMIL\ANEXO%20V%20-%20DECLARA&#199;&#195;O%20UNIFICADA%20-%20PE%20020%20-%20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 - DECLARAÇÃO UNIFICADA - PE 020 - 2022</Template>
  <TotalTime>17</TotalTime>
  <Pages>1</Pages>
  <Words>667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subject/>
  <dc:creator>Clinger Ramos Foly</dc:creator>
  <cp:keywords/>
  <cp:lastModifiedBy>Win10</cp:lastModifiedBy>
  <cp:revision>13</cp:revision>
  <cp:lastPrinted>2021-01-28T21:09:00Z</cp:lastPrinted>
  <dcterms:created xsi:type="dcterms:W3CDTF">2022-01-26T20:08:00Z</dcterms:created>
  <dcterms:modified xsi:type="dcterms:W3CDTF">2023-11-07T19:00:00Z</dcterms:modified>
</cp:coreProperties>
</file>